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121FCFF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75018FFB" w14:textId="77777777" w:rsidR="00872F1F" w:rsidRPr="00535E9B" w:rsidRDefault="00872F1F" w:rsidP="00174FDF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EA4C8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EA4C87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82901A" w14:textId="77777777" w:rsidR="002229D8" w:rsidRPr="002557F5" w:rsidRDefault="00B67D39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2229D8"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="002229D8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7BBDBFB" w:rsidR="00B67D39" w:rsidRPr="00EA4C87" w:rsidRDefault="002229D8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4C87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66110F6F" w:rsid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49FCDCA" w14:textId="77777777" w:rsidR="001257A6" w:rsidRPr="00CC7E12" w:rsidRDefault="001257A6" w:rsidP="00872F1F">
      <w:pPr>
        <w:jc w:val="both"/>
        <w:rPr>
          <w:rFonts w:cstheme="minorHAnsi"/>
        </w:rPr>
      </w:pPr>
    </w:p>
    <w:p w14:paraId="63B1B52A" w14:textId="75AB2D3F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prowadzonego pn.</w:t>
      </w:r>
      <w:r w:rsidR="002229D8">
        <w:rPr>
          <w:rFonts w:cstheme="minorHAnsi"/>
        </w:rPr>
        <w:t xml:space="preserve"> </w:t>
      </w:r>
      <w:r w:rsidR="00EA4C87" w:rsidRPr="003305C3">
        <w:rPr>
          <w:rFonts w:cstheme="minorHAnsi"/>
          <w:bCs/>
          <w:i/>
          <w:color w:val="002060"/>
          <w:u w:val="single"/>
        </w:rPr>
        <w:t>Wykonanie dokumentacji projektowej i robót budowlanych w branży elektroenergetycznej na terenie działania OŁD w RE Łódź oraz RE Zgierz-Pabianice w podziale na 3 części</w:t>
      </w:r>
      <w:r w:rsidRPr="00CC7E12">
        <w:rPr>
          <w:rFonts w:cstheme="minorHAnsi"/>
        </w:rPr>
        <w:t>,</w:t>
      </w:r>
      <w:r w:rsidR="00085D08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nr </w:t>
      </w:r>
      <w:r w:rsidR="00EA4C87" w:rsidRPr="00EA4C87">
        <w:rPr>
          <w:rFonts w:cstheme="minorHAnsi"/>
          <w:b/>
        </w:rPr>
        <w:t>POST/DYS/OLD/GZ/00091/2026</w:t>
      </w:r>
      <w:r w:rsidRPr="00CC7E12">
        <w:rPr>
          <w:rFonts w:cstheme="minorHAnsi"/>
        </w:rPr>
        <w:t>,</w:t>
      </w:r>
      <w:r w:rsidR="003305C3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2229D8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229D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9F1710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9F1710">
        <w:rPr>
          <w:rFonts w:eastAsia="Times New Roman" w:cs="Arial"/>
        </w:rPr>
        <w:t>, zaktualizowanym rozporządzeniem Rady (UE) 2025/2033 (Dz.U. L, 2025/2033 z 23.10.2025) dalej: rozporządzenie 2025/2033</w:t>
      </w:r>
      <w:r w:rsidRPr="009F1710">
        <w:t>.</w:t>
      </w:r>
      <w:r w:rsidRPr="009F1710">
        <w:rPr>
          <w:vertAlign w:val="superscript"/>
        </w:rPr>
        <w:footnoteReference w:id="1"/>
      </w:r>
    </w:p>
    <w:p w14:paraId="3EA3242A" w14:textId="347883B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71F4223B" w14:textId="77777777" w:rsidR="001257A6" w:rsidRDefault="001257A6" w:rsidP="002C2C2F">
      <w:pPr>
        <w:jc w:val="both"/>
        <w:rPr>
          <w:rFonts w:cstheme="minorHAnsi"/>
          <w:b/>
        </w:rPr>
      </w:pPr>
    </w:p>
    <w:p w14:paraId="13AF2A44" w14:textId="30741FC9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6D5DDBB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0E3AC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4C3251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0E3AC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0D73D2B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0E3AC5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5AB769D3" w:rsidR="00CC7E12" w:rsidRDefault="00CC7E12" w:rsidP="00F2087D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F5B4867" w14:textId="77777777" w:rsidR="00F2087D" w:rsidRPr="00F2087D" w:rsidRDefault="00F2087D" w:rsidP="00F2087D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9F17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E60FE9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A1284F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791923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9E5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BE1634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CCCB" w14:textId="77777777" w:rsidR="002229D8" w:rsidRDefault="002229D8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A21A4A5" w14:textId="77777777" w:rsidR="002229D8" w:rsidRPr="006E100D" w:rsidRDefault="002229D8" w:rsidP="002229D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A1843AD" w:rsidR="00347E8D" w:rsidRPr="006B2C28" w:rsidRDefault="00EA4C8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A4C8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POST/DYS/OLD/GZ/00091/2026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5FACF5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09B4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D08"/>
    <w:rsid w:val="0009045E"/>
    <w:rsid w:val="00094799"/>
    <w:rsid w:val="00094EB9"/>
    <w:rsid w:val="00096510"/>
    <w:rsid w:val="000974B1"/>
    <w:rsid w:val="000A4C88"/>
    <w:rsid w:val="000B0DBD"/>
    <w:rsid w:val="000C47A9"/>
    <w:rsid w:val="000C679C"/>
    <w:rsid w:val="000D42BE"/>
    <w:rsid w:val="000D5886"/>
    <w:rsid w:val="000E1564"/>
    <w:rsid w:val="000E3AC5"/>
    <w:rsid w:val="00101BCF"/>
    <w:rsid w:val="001112C2"/>
    <w:rsid w:val="00122F9A"/>
    <w:rsid w:val="00124536"/>
    <w:rsid w:val="001257A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FDF"/>
    <w:rsid w:val="00175F4C"/>
    <w:rsid w:val="00185AAB"/>
    <w:rsid w:val="00192A23"/>
    <w:rsid w:val="001974F6"/>
    <w:rsid w:val="001A4996"/>
    <w:rsid w:val="001B0061"/>
    <w:rsid w:val="001B5458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052C"/>
    <w:rsid w:val="002229D8"/>
    <w:rsid w:val="00224257"/>
    <w:rsid w:val="00224BEA"/>
    <w:rsid w:val="00241DA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305C3"/>
    <w:rsid w:val="00347E8D"/>
    <w:rsid w:val="00350B80"/>
    <w:rsid w:val="00362C4E"/>
    <w:rsid w:val="00366FFB"/>
    <w:rsid w:val="00367325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958"/>
    <w:rsid w:val="003E3CCB"/>
    <w:rsid w:val="003E59DD"/>
    <w:rsid w:val="003F132F"/>
    <w:rsid w:val="003F257A"/>
    <w:rsid w:val="0040472A"/>
    <w:rsid w:val="00412E5B"/>
    <w:rsid w:val="00417E23"/>
    <w:rsid w:val="004257E0"/>
    <w:rsid w:val="004331B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52D"/>
    <w:rsid w:val="00520308"/>
    <w:rsid w:val="00535E9B"/>
    <w:rsid w:val="00541E6E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065"/>
    <w:rsid w:val="007C6687"/>
    <w:rsid w:val="007C67FA"/>
    <w:rsid w:val="007D0675"/>
    <w:rsid w:val="007D1209"/>
    <w:rsid w:val="00812E3F"/>
    <w:rsid w:val="008130D5"/>
    <w:rsid w:val="0081735D"/>
    <w:rsid w:val="008217CE"/>
    <w:rsid w:val="00826229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5C2E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782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1710"/>
    <w:rsid w:val="00A02C84"/>
    <w:rsid w:val="00A148D6"/>
    <w:rsid w:val="00A370AB"/>
    <w:rsid w:val="00A43299"/>
    <w:rsid w:val="00A467CA"/>
    <w:rsid w:val="00A57E04"/>
    <w:rsid w:val="00A6049B"/>
    <w:rsid w:val="00A62B4C"/>
    <w:rsid w:val="00A6635D"/>
    <w:rsid w:val="00A730B9"/>
    <w:rsid w:val="00A7626A"/>
    <w:rsid w:val="00A76574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113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17C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73A6"/>
    <w:rsid w:val="00E12F47"/>
    <w:rsid w:val="00E16545"/>
    <w:rsid w:val="00E2123D"/>
    <w:rsid w:val="00E26EE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C8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87D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0B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POST/DYS/OLD/GZ/00091/2026                        </dmsv2SWPP2ObjectNumber>
    <dmsv2SWPP2SumMD5 xmlns="http://schemas.microsoft.com/sharepoint/v3">aff411017721f14d530eef7f56d46b1e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24128558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JEUP5JKVCYQC-1092029480-2248</_dlc_DocId>
    <_dlc_DocIdUrl xmlns="a19cb1c7-c5c7-46d4-85ae-d83685407bba">
      <Url>https://swpp2.dms.gkpge.pl/sites/41/_layouts/15/DocIdRedir.aspx?ID=JEUP5JKVCYQC-1092029480-2248</Url>
      <Description>JEUP5JKVCYQC-1092029480-2248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A1ED0-1E36-4991-AF2E-5C3DD5371353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b6a7fc3-c441-41c3-bbfc-a960266391eb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AB908E2A-C3E1-4F0F-8D39-BCFEEF9CE4E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11</cp:revision>
  <cp:lastPrinted>2024-07-15T11:21:00Z</cp:lastPrinted>
  <dcterms:created xsi:type="dcterms:W3CDTF">2025-11-25T07:33:00Z</dcterms:created>
  <dcterms:modified xsi:type="dcterms:W3CDTF">2026-01-15T09:10:00Z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822a09b4-cf93-46b4-a083-6604d271f781</vt:lpwstr>
  </property>
</Properties>
</file>